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1F426779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3A0F86">
        <w:rPr>
          <w:rFonts w:cs="Arial"/>
          <w:color w:val="000000"/>
          <w:sz w:val="22"/>
        </w:rPr>
        <w:t>0</w:t>
      </w:r>
      <w:r w:rsidR="007F5C01">
        <w:rPr>
          <w:rFonts w:cs="Arial"/>
          <w:color w:val="000000"/>
          <w:sz w:val="22"/>
        </w:rPr>
        <w:t>7.10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250951">
        <w:rPr>
          <w:rFonts w:cs="Arial"/>
          <w:color w:val="000000"/>
          <w:sz w:val="22"/>
        </w:rPr>
        <w:t>5365</w:t>
      </w:r>
    </w:p>
    <w:p w14:paraId="3840C263" w14:textId="77777777" w:rsidR="00DF19FF" w:rsidRDefault="00000000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465BCB1C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7F5C01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rekonstrueerimine ja investeering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, elektrimaakaabelliin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3F57E82" w14:textId="77777777" w:rsidR="007F5C01" w:rsidRPr="007F5C01" w:rsidRDefault="000B2E35" w:rsidP="007F5C0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3D1574"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7F5C01" w:rsidRP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IK0767 </w:t>
            </w:r>
          </w:p>
          <w:p w14:paraId="0F587937" w14:textId="3C031419" w:rsidR="000B2E35" w:rsidRPr="000B2E35" w:rsidRDefault="007F5C01" w:rsidP="007F5C0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„REOLA 110/10 alajaama sidumine“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999411" w14:textId="1F0FBDBC" w:rsidR="000B2E35" w:rsidRDefault="000B2E35" w:rsidP="00A45F32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B97B7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Margus Koger</w:t>
            </w:r>
          </w:p>
          <w:p w14:paraId="1AF8D9E3" w14:textId="2A4B37C0" w:rsidR="00A45F32" w:rsidRPr="000B2E35" w:rsidRDefault="00F00DCB" w:rsidP="00A45F3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Enersense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AS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00390F07" w:rsidR="000B2E35" w:rsidRPr="000B2E35" w:rsidRDefault="007F5C01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24.07.2024 nr 7.1-2/24/12368-2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78EB51B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77F3A4A5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0C1473">
              <w:rPr>
                <w:rFonts w:ascii="Times New Roman" w:hAnsi="Times New Roman"/>
                <w:b/>
                <w:lang w:val="et-EE"/>
              </w:rPr>
              <w:t xml:space="preserve">2 </w:t>
            </w:r>
            <w:r w:rsidR="007F5C01">
              <w:rPr>
                <w:rFonts w:ascii="Times New Roman" w:hAnsi="Times New Roman"/>
                <w:b/>
                <w:lang w:val="et-EE"/>
              </w:rPr>
              <w:t>Tallinn-</w:t>
            </w:r>
            <w:r w:rsidR="000C1473">
              <w:rPr>
                <w:rFonts w:ascii="Times New Roman" w:hAnsi="Times New Roman"/>
                <w:b/>
                <w:lang w:val="et-EE"/>
              </w:rPr>
              <w:t>Tartu-</w:t>
            </w:r>
            <w:r w:rsidR="007F5C01">
              <w:rPr>
                <w:rFonts w:ascii="Times New Roman" w:hAnsi="Times New Roman"/>
                <w:b/>
                <w:lang w:val="et-EE"/>
              </w:rPr>
              <w:t>Võru-Luhamaa</w:t>
            </w:r>
            <w:r w:rsidR="000C1473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1D33E8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5590BB6A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7F5C01">
              <w:rPr>
                <w:rFonts w:ascii="Times New Roman" w:hAnsi="Times New Roman"/>
                <w:bCs/>
                <w:lang w:val="et-EE"/>
              </w:rPr>
              <w:t>94901:009:0111</w:t>
            </w:r>
          </w:p>
          <w:p w14:paraId="573BFF07" w14:textId="01918A94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7F5C01">
              <w:rPr>
                <w:rFonts w:ascii="Times New Roman" w:hAnsi="Times New Roman"/>
                <w:bCs/>
                <w:lang w:val="et-EE"/>
              </w:rPr>
              <w:t>5741550</w:t>
            </w:r>
          </w:p>
          <w:p w14:paraId="6636CC27" w14:textId="3654386C" w:rsidR="007F5C0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7F5C01" w:rsidRPr="007F5C01">
              <w:rPr>
                <w:rFonts w:ascii="Times New Roman" w:hAnsi="Times New Roman"/>
                <w:bCs/>
                <w:lang w:val="et-EE"/>
              </w:rPr>
              <w:t xml:space="preserve">2 Tallinn-Tartu-Võru-Luhamaa </w:t>
            </w:r>
            <w:r w:rsidR="007F5C01">
              <w:rPr>
                <w:rFonts w:ascii="Times New Roman" w:hAnsi="Times New Roman"/>
                <w:bCs/>
                <w:lang w:val="et-EE"/>
              </w:rPr>
              <w:t>tee</w:t>
            </w:r>
          </w:p>
          <w:p w14:paraId="0A95FBAC" w14:textId="624B0F16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7F5C01">
              <w:rPr>
                <w:rFonts w:ascii="Times New Roman" w:hAnsi="Times New Roman"/>
                <w:bCs/>
                <w:lang w:val="et-EE"/>
              </w:rPr>
              <w:t>68061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F0A47CA" w14:textId="1F9773B1" w:rsidR="001F4CFC" w:rsidRDefault="001F4CFC" w:rsidP="008A7EC0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1D33E8">
              <w:rPr>
                <w:rFonts w:ascii="Times New Roman" w:hAnsi="Times New Roman"/>
                <w:bCs/>
                <w:lang w:val="et-EE"/>
              </w:rPr>
              <w:t>453461</w:t>
            </w:r>
          </w:p>
          <w:p w14:paraId="23FDB713" w14:textId="78E0A3F7" w:rsidR="00204605" w:rsidRDefault="001D33E8" w:rsidP="001F4CFC">
            <w:pPr>
              <w:rPr>
                <w:rFonts w:ascii="Times New Roman" w:hAnsi="Times New Roman"/>
                <w:bCs/>
                <w:lang w:val="et-EE"/>
              </w:rPr>
            </w:pPr>
            <w:hyperlink r:id="rId12" w:history="1">
              <w:r w:rsidRPr="006D4F60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https://pari.kataster.ee/magic-link/bd65f290-eb1f-4d99-bd09-7594e265f6b3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09E4862F" w14:textId="77777777" w:rsidR="00204605" w:rsidRPr="00076563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19CE75E4" w14:textId="0440DEE6" w:rsidR="008342C4" w:rsidRPr="000B2E35" w:rsidRDefault="008342C4" w:rsidP="008342C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1D33E8" w:rsidRPr="000B2E35" w14:paraId="24F22E65" w14:textId="77777777" w:rsidTr="003D7A88">
        <w:trPr>
          <w:trHeight w:val="453"/>
        </w:trPr>
        <w:tc>
          <w:tcPr>
            <w:tcW w:w="325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008832" w14:textId="77777777" w:rsidR="001D33E8" w:rsidRDefault="001D33E8" w:rsidP="001D33E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1D33E8">
              <w:rPr>
                <w:rFonts w:ascii="Times New Roman" w:hAnsi="Times New Roman"/>
                <w:sz w:val="22"/>
                <w:szCs w:val="22"/>
              </w:rPr>
              <w:t>.KOORMATAVA RIIGITEE ANDMED</w:t>
            </w:r>
          </w:p>
          <w:p w14:paraId="487B9F34" w14:textId="77777777" w:rsidR="001D33E8" w:rsidRDefault="001D33E8" w:rsidP="001D33E8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  <w:p w14:paraId="07229B5A" w14:textId="41895F72" w:rsidR="001D33E8" w:rsidRPr="001D33E8" w:rsidRDefault="001D33E8" w:rsidP="001D33E8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D8E" w14:textId="691F85C3" w:rsidR="001D33E8" w:rsidRPr="001D33E8" w:rsidRDefault="001D33E8" w:rsidP="001D33E8">
            <w:pPr>
              <w:rPr>
                <w:rFonts w:ascii="Times New Roman" w:hAnsi="Times New Roman"/>
                <w:b/>
                <w:lang w:val="et-EE"/>
              </w:rPr>
            </w:pPr>
            <w:r w:rsidRPr="001D33E8">
              <w:rPr>
                <w:rFonts w:ascii="Times New Roman" w:hAnsi="Times New Roman"/>
                <w:b/>
                <w:lang w:val="et-EE"/>
              </w:rPr>
              <w:t xml:space="preserve">Riigitee nr. 22132 Ülenurme-Külitse tee </w:t>
            </w:r>
            <w:r w:rsidR="00516ACD">
              <w:rPr>
                <w:rFonts w:ascii="Times New Roman" w:hAnsi="Times New Roman"/>
                <w:b/>
                <w:lang w:val="et-EE"/>
              </w:rPr>
              <w:t>lõik 1</w:t>
            </w:r>
          </w:p>
          <w:p w14:paraId="7AC0F4DF" w14:textId="77777777" w:rsidR="001D33E8" w:rsidRPr="001D33E8" w:rsidRDefault="001D33E8" w:rsidP="001D33E8">
            <w:pPr>
              <w:rPr>
                <w:rFonts w:ascii="Times New Roman" w:hAnsi="Times New Roman"/>
                <w:b/>
                <w:lang w:val="et-EE"/>
              </w:rPr>
            </w:pPr>
          </w:p>
          <w:p w14:paraId="55AE90B4" w14:textId="55C093E0" w:rsidR="001D33E8" w:rsidRPr="001D33E8" w:rsidRDefault="001D33E8" w:rsidP="001D33E8">
            <w:pPr>
              <w:rPr>
                <w:rFonts w:ascii="Times New Roman" w:hAnsi="Times New Roman"/>
                <w:b/>
                <w:lang w:val="et-EE"/>
              </w:rPr>
            </w:pPr>
          </w:p>
        </w:tc>
      </w:tr>
      <w:tr w:rsidR="00A55FA1" w:rsidRPr="000B2E35" w14:paraId="0CDBD8A7" w14:textId="77777777" w:rsidTr="003D7A88">
        <w:trPr>
          <w:trHeight w:val="106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</w:tcBorders>
          </w:tcPr>
          <w:p w14:paraId="51CF8ABC" w14:textId="4D68B600" w:rsidR="001D33E8" w:rsidRDefault="00A55FA1" w:rsidP="001D33E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3CA0235E" w14:textId="77777777" w:rsidR="003D7A88" w:rsidRDefault="003D7A88" w:rsidP="00A55FA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6F5C860C" w14:textId="77777777" w:rsidR="00A55FA1" w:rsidRPr="00516ACD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lastRenderedPageBreak/>
              <w:t>2.1</w:t>
            </w:r>
            <w:r w:rsidR="00A55FA1"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.KATASTRIÜKSUSE ANDMED</w:t>
            </w:r>
          </w:p>
          <w:p w14:paraId="30E9A91F" w14:textId="77777777" w:rsidR="003D7A88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0724E648" w14:textId="77777777" w:rsidR="003D7A88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60673586" w14:textId="77777777" w:rsidR="003D7A88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4CD056B9" w14:textId="77777777" w:rsidR="003D7A88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47480FB0" w14:textId="77777777" w:rsidR="003D7A88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25B82947" w14:textId="77777777" w:rsidR="003D7A88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188084E4" w14:textId="77777777" w:rsidR="003D7A88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0BD33BFA" w14:textId="77777777" w:rsidR="003D7A88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6F003445" w14:textId="77777777" w:rsidR="00516ACD" w:rsidRPr="00516ACD" w:rsidRDefault="003D7A88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2.2.</w:t>
            </w:r>
            <w:r w:rsidRPr="00516ACD">
              <w:rPr>
                <w:sz w:val="22"/>
                <w:szCs w:val="22"/>
              </w:rPr>
              <w:t xml:space="preserve"> </w:t>
            </w:r>
            <w:r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  <w:r w:rsidR="00516ACD"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021442E3" w14:textId="77777777" w:rsidR="00516ACD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3BFE5E5E" w14:textId="77777777" w:rsidR="00516ACD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7B45C012" w14:textId="77777777" w:rsidR="00516ACD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4C28DC37" w14:textId="77777777" w:rsidR="00516ACD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307AE189" w14:textId="77777777" w:rsidR="00516ACD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11987FFA" w14:textId="77777777" w:rsidR="00516ACD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17EF188F" w14:textId="77777777" w:rsidR="00516ACD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3E84C026" w14:textId="77777777" w:rsidR="00516ACD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  <w:p w14:paraId="0D7535FC" w14:textId="77777777" w:rsidR="00281D78" w:rsidRDefault="00516ACD" w:rsidP="003D7A88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516ACD">
              <w:rPr>
                <w:rFonts w:ascii="Times New Roman" w:eastAsia="Calibri" w:hAnsi="Times New Roman"/>
                <w:bCs/>
                <w:color w:val="000000" w:themeColor="text1"/>
                <w:lang w:val="et-EE"/>
              </w:rPr>
              <w:t>2</w:t>
            </w:r>
            <w:r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3</w:t>
            </w:r>
            <w:r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. KATASTRIÜKSUSE </w:t>
            </w:r>
          </w:p>
          <w:p w14:paraId="78069DF2" w14:textId="41148048" w:rsidR="003D7A88" w:rsidRPr="00516ACD" w:rsidRDefault="00281D78" w:rsidP="00281D78">
            <w:pPr>
              <w:rPr>
                <w:rFonts w:ascii="Times New Roman" w:eastAsia="Calibri" w:hAnsi="Times New Roman"/>
                <w:bCs/>
                <w:color w:val="FF0000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                    </w:t>
            </w:r>
            <w:r w:rsidR="00516ACD" w:rsidRPr="00516ACD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ANDMED</w:t>
            </w:r>
            <w:r w:rsidR="00516ACD" w:rsidRPr="00516ACD">
              <w:rPr>
                <w:rFonts w:ascii="Times New Roman" w:eastAsia="Calibri" w:hAnsi="Times New Roman"/>
                <w:bCs/>
                <w:color w:val="000000" w:themeColor="text1"/>
                <w:lang w:val="et-EE"/>
              </w:rPr>
              <w:t xml:space="preserve">                    </w:t>
            </w:r>
          </w:p>
        </w:tc>
        <w:tc>
          <w:tcPr>
            <w:tcW w:w="6082" w:type="dxa"/>
            <w:tcBorders>
              <w:bottom w:val="nil"/>
            </w:tcBorders>
          </w:tcPr>
          <w:p w14:paraId="0910A6E6" w14:textId="77777777" w:rsidR="00A55FA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</w:p>
          <w:p w14:paraId="5EDF6FBD" w14:textId="1D735A8E" w:rsidR="00A55FA1" w:rsidRPr="00076563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lastRenderedPageBreak/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1D33E8">
              <w:rPr>
                <w:rFonts w:ascii="Times New Roman" w:hAnsi="Times New Roman"/>
                <w:bCs/>
                <w:lang w:val="et-EE"/>
              </w:rPr>
              <w:t>94901:007:0698</w:t>
            </w:r>
          </w:p>
          <w:p w14:paraId="3CCE899D" w14:textId="3AA986BE" w:rsidR="00A55FA1" w:rsidRPr="00076563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1D33E8">
              <w:rPr>
                <w:rFonts w:ascii="Times New Roman" w:hAnsi="Times New Roman"/>
                <w:bCs/>
                <w:lang w:val="et-EE"/>
              </w:rPr>
              <w:t>5780350</w:t>
            </w:r>
          </w:p>
          <w:p w14:paraId="5A8231B6" w14:textId="4ED400EA" w:rsidR="00A55FA1" w:rsidRPr="008E562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D7A88">
              <w:rPr>
                <w:rFonts w:ascii="Times New Roman" w:hAnsi="Times New Roman"/>
                <w:bCs/>
                <w:lang w:val="et-EE"/>
              </w:rPr>
              <w:t>22132 Ülenurme-Külitse tee lõik 1</w:t>
            </w:r>
          </w:p>
          <w:p w14:paraId="4FB9FF9D" w14:textId="22485064" w:rsidR="00A55FA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3D7A88">
              <w:rPr>
                <w:rFonts w:ascii="Times New Roman" w:hAnsi="Times New Roman"/>
                <w:bCs/>
                <w:lang w:val="et-EE"/>
              </w:rPr>
              <w:t>10428</w:t>
            </w:r>
          </w:p>
          <w:p w14:paraId="2D90047A" w14:textId="05BCC712" w:rsidR="00A55FA1" w:rsidRPr="001F4CFC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16ACD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9087904" w14:textId="459DDC32" w:rsidR="003D7A88" w:rsidRDefault="00A55FA1" w:rsidP="003D7A88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3D7A88">
              <w:rPr>
                <w:rFonts w:ascii="Times New Roman" w:hAnsi="Times New Roman"/>
                <w:bCs/>
                <w:lang w:val="et-EE"/>
              </w:rPr>
              <w:t>453468</w:t>
            </w:r>
          </w:p>
          <w:p w14:paraId="4CA585A4" w14:textId="64E5098E" w:rsidR="003D7A88" w:rsidRPr="002474AF" w:rsidRDefault="003D7A88" w:rsidP="003D7A88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6D4F60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https://pari.kataster.ee/magic-link/02fd0f8e-41b6-4fc7-84b4-047be0140506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 </w:t>
            </w:r>
          </w:p>
          <w:p w14:paraId="16878C33" w14:textId="77777777" w:rsidR="00516ACD" w:rsidRDefault="003D7A88" w:rsidP="003D7A88">
            <w:pPr>
              <w:jc w:val="both"/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  </w:t>
            </w:r>
            <w:r>
              <w:t xml:space="preserve"> </w:t>
            </w:r>
          </w:p>
          <w:p w14:paraId="58A3C5AD" w14:textId="5E04EE12" w:rsidR="003D7A88" w:rsidRPr="00516ACD" w:rsidRDefault="003D7A88" w:rsidP="003D7A88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>Tunnus:94901:00</w:t>
            </w:r>
            <w:r w:rsidR="00516ACD">
              <w:rPr>
                <w:rFonts w:ascii="Times New Roman" w:eastAsia="Calibri" w:hAnsi="Times New Roman"/>
                <w:lang w:val="et-EE"/>
              </w:rPr>
              <w:t>1</w:t>
            </w:r>
            <w:r w:rsidRPr="00516ACD">
              <w:rPr>
                <w:rFonts w:ascii="Times New Roman" w:eastAsia="Calibri" w:hAnsi="Times New Roman"/>
                <w:lang w:val="et-EE"/>
              </w:rPr>
              <w:t>:0</w:t>
            </w:r>
            <w:r w:rsidR="00516ACD">
              <w:rPr>
                <w:rFonts w:ascii="Times New Roman" w:eastAsia="Calibri" w:hAnsi="Times New Roman"/>
                <w:lang w:val="et-EE"/>
              </w:rPr>
              <w:t>239</w:t>
            </w:r>
          </w:p>
          <w:p w14:paraId="1DE35FDB" w14:textId="5912EB14" w:rsidR="003D7A88" w:rsidRPr="00516ACD" w:rsidRDefault="003D7A88" w:rsidP="003D7A88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Kinnistu registriosa nr. </w:t>
            </w:r>
            <w:r w:rsidR="00516ACD">
              <w:rPr>
                <w:rFonts w:ascii="Times New Roman" w:eastAsia="Calibri" w:hAnsi="Times New Roman"/>
                <w:lang w:val="et-EE"/>
              </w:rPr>
              <w:t>2591350</w:t>
            </w:r>
          </w:p>
          <w:p w14:paraId="36E11E84" w14:textId="555D9262" w:rsidR="003D7A88" w:rsidRPr="00516ACD" w:rsidRDefault="003D7A88" w:rsidP="003D7A88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Lähiaadress: 22132 Ülenurme-Külitse tee </w:t>
            </w:r>
            <w:r w:rsidR="00516ACD">
              <w:rPr>
                <w:rFonts w:ascii="Times New Roman" w:eastAsia="Calibri" w:hAnsi="Times New Roman"/>
                <w:lang w:val="et-EE"/>
              </w:rPr>
              <w:t>T8</w:t>
            </w:r>
          </w:p>
          <w:p w14:paraId="755C6C24" w14:textId="22A01378" w:rsidR="003D7A88" w:rsidRPr="00516ACD" w:rsidRDefault="003D7A88" w:rsidP="003D7A88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>Riigi kinnisvara objekti kood: KV</w:t>
            </w:r>
            <w:r w:rsidR="00516ACD">
              <w:rPr>
                <w:rFonts w:ascii="Times New Roman" w:eastAsia="Calibri" w:hAnsi="Times New Roman"/>
                <w:lang w:val="et-EE"/>
              </w:rPr>
              <w:t>61780</w:t>
            </w:r>
          </w:p>
          <w:p w14:paraId="75AD9823" w14:textId="11CA39AE" w:rsidR="003D7A88" w:rsidRPr="00516ACD" w:rsidRDefault="003D7A88" w:rsidP="003D7A88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POS </w:t>
            </w:r>
            <w:r w:rsidR="00516ACD">
              <w:rPr>
                <w:rFonts w:ascii="Times New Roman" w:eastAsia="Calibri" w:hAnsi="Times New Roman"/>
                <w:lang w:val="et-EE"/>
              </w:rPr>
              <w:t>2</w:t>
            </w:r>
            <w:r w:rsidRPr="00516ACD">
              <w:rPr>
                <w:rFonts w:ascii="Times New Roman" w:eastAsia="Calibri" w:hAnsi="Times New Roman"/>
                <w:lang w:val="et-EE"/>
              </w:rPr>
              <w:t>: elektri maakaabelliini rajamiseks</w:t>
            </w:r>
          </w:p>
          <w:p w14:paraId="0CB58AB1" w14:textId="77777777" w:rsidR="00516ACD" w:rsidRDefault="003D7A88" w:rsidP="003D7A88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Ruumikuju andmed: PARI ID </w:t>
            </w:r>
            <w:r w:rsidR="00516ACD">
              <w:rPr>
                <w:rFonts w:ascii="Times New Roman" w:eastAsia="Calibri" w:hAnsi="Times New Roman"/>
                <w:lang w:val="et-EE"/>
              </w:rPr>
              <w:t>453469</w:t>
            </w:r>
          </w:p>
          <w:p w14:paraId="7C340922" w14:textId="77777777" w:rsidR="00516ACD" w:rsidRDefault="003D7A88" w:rsidP="003D7A88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 </w:t>
            </w:r>
            <w:hyperlink r:id="rId14" w:history="1">
              <w:r w:rsidR="00516ACD" w:rsidRPr="006D4F60">
                <w:rPr>
                  <w:rStyle w:val="Hyperlink"/>
                  <w:rFonts w:ascii="Times New Roman" w:eastAsia="Calibri" w:hAnsi="Times New Roman"/>
                  <w:lang w:val="et-EE"/>
                </w:rPr>
                <w:t>https://pari.kataster.ee/magic-link/93516084-7f03-4889-bbd3-d3e40066a96c</w:t>
              </w:r>
            </w:hyperlink>
            <w:r w:rsidR="00516ACD">
              <w:rPr>
                <w:rFonts w:ascii="Times New Roman" w:eastAsia="Calibri" w:hAnsi="Times New Roman"/>
                <w:lang w:val="et-EE"/>
              </w:rPr>
              <w:t xml:space="preserve"> </w:t>
            </w:r>
            <w:r w:rsidRPr="00516ACD">
              <w:rPr>
                <w:rFonts w:ascii="Times New Roman" w:eastAsia="Calibri" w:hAnsi="Times New Roman"/>
                <w:lang w:val="et-EE"/>
              </w:rPr>
              <w:t xml:space="preserve">    </w:t>
            </w:r>
          </w:p>
          <w:p w14:paraId="450FF5FE" w14:textId="77777777" w:rsidR="00516ACD" w:rsidRDefault="00516ACD" w:rsidP="003D7A88">
            <w:pPr>
              <w:jc w:val="both"/>
              <w:rPr>
                <w:rFonts w:ascii="Times New Roman" w:eastAsia="Calibri" w:hAnsi="Times New Roman"/>
                <w:lang w:val="et-EE"/>
              </w:rPr>
            </w:pPr>
          </w:p>
          <w:p w14:paraId="7DA4C8C0" w14:textId="4328B751" w:rsidR="00516ACD" w:rsidRPr="00516ACD" w:rsidRDefault="003D7A88" w:rsidP="00516ACD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 </w:t>
            </w:r>
            <w:r w:rsidR="00516ACD" w:rsidRPr="00516ACD">
              <w:rPr>
                <w:rFonts w:ascii="Times New Roman" w:eastAsia="Calibri" w:hAnsi="Times New Roman"/>
                <w:lang w:val="et-EE"/>
              </w:rPr>
              <w:t>Tunnus:94901:001:023</w:t>
            </w:r>
            <w:r w:rsidR="00516ACD">
              <w:rPr>
                <w:rFonts w:ascii="Times New Roman" w:eastAsia="Calibri" w:hAnsi="Times New Roman"/>
                <w:lang w:val="et-EE"/>
              </w:rPr>
              <w:t>5</w:t>
            </w:r>
          </w:p>
          <w:p w14:paraId="35B667A9" w14:textId="6B1328D4" w:rsidR="00516ACD" w:rsidRPr="00516ACD" w:rsidRDefault="00516ACD" w:rsidP="00516ACD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Kinnistu registriosa nr. </w:t>
            </w:r>
            <w:r>
              <w:rPr>
                <w:rFonts w:ascii="Times New Roman" w:eastAsia="Calibri" w:hAnsi="Times New Roman"/>
                <w:lang w:val="et-EE"/>
              </w:rPr>
              <w:t>2272250</w:t>
            </w:r>
          </w:p>
          <w:p w14:paraId="31B38641" w14:textId="2BE76929" w:rsidR="00516ACD" w:rsidRPr="00516ACD" w:rsidRDefault="00516ACD" w:rsidP="00516ACD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>Lähiaadress: 22132 Ülenurme-Külitse tee T</w:t>
            </w:r>
            <w:r>
              <w:rPr>
                <w:rFonts w:ascii="Times New Roman" w:eastAsia="Calibri" w:hAnsi="Times New Roman"/>
                <w:lang w:val="et-EE"/>
              </w:rPr>
              <w:t>7</w:t>
            </w:r>
          </w:p>
          <w:p w14:paraId="4F322682" w14:textId="5A04BBC4" w:rsidR="00516ACD" w:rsidRPr="00516ACD" w:rsidRDefault="00516ACD" w:rsidP="00516ACD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>Riigi kinnisvara objekti kood: KV</w:t>
            </w:r>
            <w:r>
              <w:rPr>
                <w:rFonts w:ascii="Times New Roman" w:eastAsia="Calibri" w:hAnsi="Times New Roman"/>
                <w:lang w:val="et-EE"/>
              </w:rPr>
              <w:t>61174</w:t>
            </w:r>
          </w:p>
          <w:p w14:paraId="51FC1A39" w14:textId="6EBCB0CC" w:rsidR="00516ACD" w:rsidRPr="00516ACD" w:rsidRDefault="00516ACD" w:rsidP="00516ACD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POS </w:t>
            </w:r>
            <w:r w:rsidR="00281D78">
              <w:rPr>
                <w:rFonts w:ascii="Times New Roman" w:eastAsia="Calibri" w:hAnsi="Times New Roman"/>
                <w:lang w:val="et-EE"/>
              </w:rPr>
              <w:t>3</w:t>
            </w:r>
            <w:r w:rsidRPr="00516ACD">
              <w:rPr>
                <w:rFonts w:ascii="Times New Roman" w:eastAsia="Calibri" w:hAnsi="Times New Roman"/>
                <w:lang w:val="et-EE"/>
              </w:rPr>
              <w:t>: elektri maakaabelliini rajamiseks</w:t>
            </w:r>
          </w:p>
          <w:p w14:paraId="48744FAA" w14:textId="77777777" w:rsidR="00281D78" w:rsidRDefault="00516ACD" w:rsidP="00516ACD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516ACD">
              <w:rPr>
                <w:rFonts w:ascii="Times New Roman" w:eastAsia="Calibri" w:hAnsi="Times New Roman"/>
                <w:lang w:val="et-EE"/>
              </w:rPr>
              <w:t xml:space="preserve">Ruumikuju andmed: PARI ID </w:t>
            </w:r>
            <w:r w:rsidR="00281D78">
              <w:rPr>
                <w:rFonts w:ascii="Times New Roman" w:eastAsia="Calibri" w:hAnsi="Times New Roman"/>
                <w:lang w:val="et-EE"/>
              </w:rPr>
              <w:t>453474</w:t>
            </w:r>
          </w:p>
          <w:p w14:paraId="30E6446D" w14:textId="5C8B52FF" w:rsidR="00A55FA1" w:rsidRPr="002474AF" w:rsidRDefault="00281D78" w:rsidP="00281D7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5" w:history="1">
              <w:r w:rsidRPr="0062289C">
                <w:rPr>
                  <w:rStyle w:val="Hyperlink"/>
                  <w:rFonts w:ascii="Times New Roman" w:eastAsia="Calibri" w:hAnsi="Times New Roman"/>
                  <w:lang w:val="et-EE"/>
                </w:rPr>
                <w:t>https://pari.kataster.ee/magic-link/861dc80b-e6f3-4a60-a24c-581afc148a1f</w:t>
              </w:r>
            </w:hyperlink>
            <w:r>
              <w:rPr>
                <w:rFonts w:ascii="Times New Roman" w:eastAsia="Calibri" w:hAnsi="Times New Roman"/>
                <w:lang w:val="et-EE"/>
              </w:rPr>
              <w:t xml:space="preserve"> </w:t>
            </w:r>
            <w:r w:rsidR="003D7A88" w:rsidRPr="00516ACD">
              <w:rPr>
                <w:rFonts w:ascii="Times New Roman" w:eastAsia="Calibri" w:hAnsi="Times New Roman"/>
                <w:lang w:val="et-EE"/>
              </w:rPr>
              <w:t xml:space="preserve">                                                                                                                          </w:t>
            </w:r>
          </w:p>
        </w:tc>
      </w:tr>
      <w:tr w:rsidR="00A55FA1" w:rsidRPr="000B2E35" w14:paraId="2858B6B2" w14:textId="77777777" w:rsidTr="003D7A88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2F436E71" w14:textId="26BBE729" w:rsidR="00281D78" w:rsidRDefault="00281D78" w:rsidP="00A55FA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3</w:t>
            </w: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.KOORMATAVA RIIGITEE ANDMED</w:t>
            </w:r>
          </w:p>
          <w:p w14:paraId="4F6165B3" w14:textId="77777777" w:rsidR="00281D78" w:rsidRDefault="00281D78" w:rsidP="00A55FA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972E10C" w14:textId="71E1028D" w:rsidR="00281D78" w:rsidRDefault="00281D78" w:rsidP="00A55FA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3</w:t>
            </w: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.1KATASTRIÜKSUSE ANDMED</w:t>
            </w:r>
          </w:p>
          <w:p w14:paraId="63C54AF1" w14:textId="77777777" w:rsidR="00281D78" w:rsidRDefault="00281D78" w:rsidP="00A55FA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CE85F66" w14:textId="2838FD4A" w:rsidR="00A55FA1" w:rsidRDefault="00A55FA1" w:rsidP="00A55FA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nil"/>
            </w:tcBorders>
          </w:tcPr>
          <w:p w14:paraId="396C45D1" w14:textId="77777777" w:rsidR="00A55FA1" w:rsidRDefault="00281D78" w:rsidP="00731525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lang w:val="et-EE"/>
              </w:rPr>
            </w:pPr>
            <w:r w:rsidRPr="00281D78">
              <w:rPr>
                <w:rFonts w:ascii="Times New Roman" w:hAnsi="Times New Roman"/>
                <w:b/>
                <w:lang w:val="et-EE"/>
              </w:rPr>
              <w:t xml:space="preserve">Riigitee nr.22133 Reola-Unipiha tee </w:t>
            </w:r>
          </w:p>
          <w:p w14:paraId="46FEE3EA" w14:textId="77777777" w:rsidR="00731525" w:rsidRDefault="00731525" w:rsidP="00731525">
            <w:pPr>
              <w:pBdr>
                <w:bottom w:val="single" w:sz="4" w:space="1" w:color="auto"/>
              </w:pBdr>
              <w:rPr>
                <w:rFonts w:ascii="Times New Roman" w:hAnsi="Times New Roman"/>
                <w:b/>
                <w:lang w:val="et-EE"/>
              </w:rPr>
            </w:pPr>
          </w:p>
          <w:p w14:paraId="04ED6686" w14:textId="77777777" w:rsidR="00281D78" w:rsidRPr="00281D78" w:rsidRDefault="00281D78" w:rsidP="00281D78">
            <w:pPr>
              <w:rPr>
                <w:rFonts w:ascii="Times New Roman" w:hAnsi="Times New Roman"/>
                <w:lang w:val="et-EE"/>
              </w:rPr>
            </w:pPr>
          </w:p>
          <w:p w14:paraId="0DF1AA24" w14:textId="77777777" w:rsidR="00281D78" w:rsidRDefault="00281D78" w:rsidP="00281D78">
            <w:pPr>
              <w:rPr>
                <w:rFonts w:ascii="Times New Roman" w:hAnsi="Times New Roman"/>
                <w:b/>
                <w:lang w:val="et-EE"/>
              </w:rPr>
            </w:pPr>
          </w:p>
          <w:p w14:paraId="505E68BC" w14:textId="61B628F5" w:rsidR="00281D78" w:rsidRPr="00281D78" w:rsidRDefault="00281D78" w:rsidP="00281D78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Tunnus:94901:00</w:t>
            </w:r>
            <w:r>
              <w:rPr>
                <w:rFonts w:ascii="Times New Roman" w:hAnsi="Times New Roman"/>
                <w:lang w:val="et-EE"/>
              </w:rPr>
              <w:t>9</w:t>
            </w:r>
            <w:r w:rsidRPr="00281D78">
              <w:rPr>
                <w:rFonts w:ascii="Times New Roman" w:hAnsi="Times New Roman"/>
                <w:lang w:val="et-EE"/>
              </w:rPr>
              <w:t>:0</w:t>
            </w:r>
            <w:r>
              <w:rPr>
                <w:rFonts w:ascii="Times New Roman" w:hAnsi="Times New Roman"/>
                <w:lang w:val="et-EE"/>
              </w:rPr>
              <w:t>110</w:t>
            </w:r>
          </w:p>
          <w:p w14:paraId="50E4C5AB" w14:textId="10BF45E7" w:rsidR="00281D78" w:rsidRPr="00281D78" w:rsidRDefault="00281D78" w:rsidP="00281D78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lang w:val="et-EE"/>
              </w:rPr>
              <w:t>5770950</w:t>
            </w:r>
          </w:p>
          <w:p w14:paraId="738014FF" w14:textId="4DBC1C42" w:rsidR="00281D78" w:rsidRPr="00281D78" w:rsidRDefault="00281D78" w:rsidP="00281D78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Lähiaadress: 2213</w:t>
            </w:r>
            <w:r>
              <w:rPr>
                <w:rFonts w:ascii="Times New Roman" w:hAnsi="Times New Roman"/>
                <w:lang w:val="et-EE"/>
              </w:rPr>
              <w:t>3</w:t>
            </w:r>
            <w:r w:rsidRPr="00281D78"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>Reola-Unipiha tee</w:t>
            </w:r>
          </w:p>
          <w:p w14:paraId="13B27FB6" w14:textId="26B8F36B" w:rsidR="00281D78" w:rsidRPr="00281D78" w:rsidRDefault="00281D78" w:rsidP="00281D78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Riigi kinnisvara objekti kood: KV</w:t>
            </w:r>
            <w:r>
              <w:rPr>
                <w:rFonts w:ascii="Times New Roman" w:hAnsi="Times New Roman"/>
                <w:lang w:val="et-EE"/>
              </w:rPr>
              <w:t>10429</w:t>
            </w:r>
          </w:p>
          <w:p w14:paraId="41DA335F" w14:textId="460A0D68" w:rsidR="00281D78" w:rsidRPr="00281D78" w:rsidRDefault="00281D78" w:rsidP="00281D78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 xml:space="preserve">POS </w:t>
            </w:r>
            <w:r>
              <w:rPr>
                <w:rFonts w:ascii="Times New Roman" w:hAnsi="Times New Roman"/>
                <w:lang w:val="et-EE"/>
              </w:rPr>
              <w:t>1,2,3</w:t>
            </w:r>
            <w:r w:rsidRPr="00281D78">
              <w:rPr>
                <w:rFonts w:ascii="Times New Roman" w:hAnsi="Times New Roman"/>
                <w:lang w:val="et-EE"/>
              </w:rPr>
              <w:t>: elektri maakaabelliini rajamiseks</w:t>
            </w:r>
          </w:p>
          <w:p w14:paraId="47200813" w14:textId="77777777" w:rsidR="00281D78" w:rsidRDefault="00281D78" w:rsidP="00281D78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Ruumikuju andmed: PARI ID 453</w:t>
            </w:r>
            <w:r>
              <w:rPr>
                <w:rFonts w:ascii="Times New Roman" w:hAnsi="Times New Roman"/>
                <w:lang w:val="et-EE"/>
              </w:rPr>
              <w:t>477</w:t>
            </w:r>
          </w:p>
          <w:p w14:paraId="79A0C955" w14:textId="5780D582" w:rsidR="00281D78" w:rsidRPr="00281D78" w:rsidRDefault="00281D78" w:rsidP="00281D78">
            <w:pPr>
              <w:rPr>
                <w:rFonts w:ascii="Times New Roman" w:hAnsi="Times New Roman"/>
                <w:lang w:val="et-EE"/>
              </w:rPr>
            </w:pPr>
            <w:hyperlink r:id="rId16" w:history="1">
              <w:r w:rsidRPr="0062289C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https://pari.kataster.ee/magic-link/bbf73dbc-b7a2-4736-ae05-08ea615c99c3</w:t>
              </w:r>
            </w:hyperlink>
            <w:r>
              <w:rPr>
                <w:rFonts w:ascii="Times New Roman" w:hAnsi="Times New Roman"/>
                <w:lang w:val="et-EE"/>
              </w:rPr>
              <w:t xml:space="preserve"> </w:t>
            </w:r>
          </w:p>
        </w:tc>
      </w:tr>
      <w:tr w:rsidR="00281D78" w:rsidRPr="000B2E35" w14:paraId="55257300" w14:textId="77777777" w:rsidTr="003D7A88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0AAF0299" w14:textId="5A80350A" w:rsidR="00281D78" w:rsidRDefault="00281D78" w:rsidP="00A55FA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485E3B73" w14:textId="77777777" w:rsidR="00281D78" w:rsidRPr="00281D78" w:rsidRDefault="00281D78" w:rsidP="00281D78">
            <w:pPr>
              <w:rPr>
                <w:rFonts w:ascii="Times New Roman" w:hAnsi="Times New Roman"/>
                <w:bCs/>
                <w:lang w:val="et-EE"/>
              </w:rPr>
            </w:pPr>
          </w:p>
          <w:p w14:paraId="7703501D" w14:textId="621B7674" w:rsidR="00281D78" w:rsidRDefault="00281D78" w:rsidP="00281D78">
            <w:pPr>
              <w:rPr>
                <w:rFonts w:ascii="Times New Roman" w:hAnsi="Times New Roman"/>
                <w:bCs/>
                <w:lang w:val="et-EE"/>
              </w:rPr>
            </w:pPr>
            <w:r w:rsidRPr="00281D78"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A55FA1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 w:rsidR="00CD01D2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  <w:bookmarkEnd w:id="0"/>
    </w:tbl>
    <w:p w14:paraId="3EDEEFB9" w14:textId="77777777" w:rsidR="00546000" w:rsidRDefault="00546000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4156ED6B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7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33B95" w14:textId="77777777" w:rsidR="009A1343" w:rsidRDefault="009A1343">
      <w:r>
        <w:separator/>
      </w:r>
    </w:p>
  </w:endnote>
  <w:endnote w:type="continuationSeparator" w:id="0">
    <w:p w14:paraId="102474E7" w14:textId="77777777" w:rsidR="009A1343" w:rsidRDefault="009A1343">
      <w:r>
        <w:continuationSeparator/>
      </w:r>
    </w:p>
  </w:endnote>
  <w:endnote w:type="continuationNotice" w:id="1">
    <w:p w14:paraId="2655B5AE" w14:textId="77777777" w:rsidR="009A1343" w:rsidRDefault="009A13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6B0A3" w14:textId="77777777" w:rsidR="009A1343" w:rsidRDefault="009A1343">
      <w:r>
        <w:separator/>
      </w:r>
    </w:p>
  </w:footnote>
  <w:footnote w:type="continuationSeparator" w:id="0">
    <w:p w14:paraId="220059C0" w14:textId="77777777" w:rsidR="009A1343" w:rsidRDefault="009A1343">
      <w:r>
        <w:continuationSeparator/>
      </w:r>
    </w:p>
  </w:footnote>
  <w:footnote w:type="continuationNotice" w:id="1">
    <w:p w14:paraId="7D144D5C" w14:textId="77777777" w:rsidR="009A1343" w:rsidRDefault="009A13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C1473"/>
    <w:rsid w:val="000D61F2"/>
    <w:rsid w:val="00131D0A"/>
    <w:rsid w:val="001408A9"/>
    <w:rsid w:val="00143561"/>
    <w:rsid w:val="001469FB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D33E8"/>
    <w:rsid w:val="001E324A"/>
    <w:rsid w:val="001F4CFC"/>
    <w:rsid w:val="00203367"/>
    <w:rsid w:val="00204605"/>
    <w:rsid w:val="00211D2D"/>
    <w:rsid w:val="00215382"/>
    <w:rsid w:val="0022522F"/>
    <w:rsid w:val="002327D2"/>
    <w:rsid w:val="002413D3"/>
    <w:rsid w:val="00246610"/>
    <w:rsid w:val="002474AF"/>
    <w:rsid w:val="00250951"/>
    <w:rsid w:val="00251F87"/>
    <w:rsid w:val="002569F2"/>
    <w:rsid w:val="002701D0"/>
    <w:rsid w:val="002726A3"/>
    <w:rsid w:val="00273FA4"/>
    <w:rsid w:val="00281D78"/>
    <w:rsid w:val="002A798D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51E2"/>
    <w:rsid w:val="00357C22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D7A88"/>
    <w:rsid w:val="003F5996"/>
    <w:rsid w:val="00415AB6"/>
    <w:rsid w:val="00442D2B"/>
    <w:rsid w:val="004455FC"/>
    <w:rsid w:val="00446DCB"/>
    <w:rsid w:val="00451646"/>
    <w:rsid w:val="00454AD8"/>
    <w:rsid w:val="00466325"/>
    <w:rsid w:val="00470107"/>
    <w:rsid w:val="00482DEA"/>
    <w:rsid w:val="00483EDD"/>
    <w:rsid w:val="004851DA"/>
    <w:rsid w:val="00491AD7"/>
    <w:rsid w:val="004C0606"/>
    <w:rsid w:val="004D1D70"/>
    <w:rsid w:val="004E4332"/>
    <w:rsid w:val="004E6DF0"/>
    <w:rsid w:val="004F36E7"/>
    <w:rsid w:val="004F75DF"/>
    <w:rsid w:val="005015D7"/>
    <w:rsid w:val="005018ED"/>
    <w:rsid w:val="0050379B"/>
    <w:rsid w:val="00516ACD"/>
    <w:rsid w:val="00526B22"/>
    <w:rsid w:val="00532D2F"/>
    <w:rsid w:val="00534CB0"/>
    <w:rsid w:val="00546000"/>
    <w:rsid w:val="00556D7B"/>
    <w:rsid w:val="005572A4"/>
    <w:rsid w:val="00557995"/>
    <w:rsid w:val="005609D0"/>
    <w:rsid w:val="00567C3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90323"/>
    <w:rsid w:val="006B28B7"/>
    <w:rsid w:val="006C22B1"/>
    <w:rsid w:val="006C4838"/>
    <w:rsid w:val="006D3B8A"/>
    <w:rsid w:val="006E4811"/>
    <w:rsid w:val="006F34A3"/>
    <w:rsid w:val="006F595A"/>
    <w:rsid w:val="00703BCB"/>
    <w:rsid w:val="00717C6F"/>
    <w:rsid w:val="00726860"/>
    <w:rsid w:val="00731525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7B52"/>
    <w:rsid w:val="007A21F0"/>
    <w:rsid w:val="007A5E5F"/>
    <w:rsid w:val="007D4619"/>
    <w:rsid w:val="007D5377"/>
    <w:rsid w:val="007E637D"/>
    <w:rsid w:val="007F387E"/>
    <w:rsid w:val="007F5C01"/>
    <w:rsid w:val="00806109"/>
    <w:rsid w:val="00821DE6"/>
    <w:rsid w:val="008250FC"/>
    <w:rsid w:val="0082604D"/>
    <w:rsid w:val="008342C4"/>
    <w:rsid w:val="008514A3"/>
    <w:rsid w:val="0086202A"/>
    <w:rsid w:val="00867D35"/>
    <w:rsid w:val="0087462B"/>
    <w:rsid w:val="0087587A"/>
    <w:rsid w:val="00887289"/>
    <w:rsid w:val="00897B9A"/>
    <w:rsid w:val="008A4D13"/>
    <w:rsid w:val="008A7EC0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40144"/>
    <w:rsid w:val="009612E0"/>
    <w:rsid w:val="00962202"/>
    <w:rsid w:val="00973871"/>
    <w:rsid w:val="0098160F"/>
    <w:rsid w:val="00982A44"/>
    <w:rsid w:val="00982BF4"/>
    <w:rsid w:val="00995F05"/>
    <w:rsid w:val="009A1343"/>
    <w:rsid w:val="009D38F3"/>
    <w:rsid w:val="009D42CB"/>
    <w:rsid w:val="009D56A4"/>
    <w:rsid w:val="009D7D3A"/>
    <w:rsid w:val="009E181A"/>
    <w:rsid w:val="009E3E5E"/>
    <w:rsid w:val="009E7E2A"/>
    <w:rsid w:val="009F069B"/>
    <w:rsid w:val="00A250BE"/>
    <w:rsid w:val="00A27416"/>
    <w:rsid w:val="00A33A60"/>
    <w:rsid w:val="00A43A3D"/>
    <w:rsid w:val="00A45F32"/>
    <w:rsid w:val="00A55FA1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33174"/>
    <w:rsid w:val="00B33B98"/>
    <w:rsid w:val="00B404DB"/>
    <w:rsid w:val="00B521C3"/>
    <w:rsid w:val="00B80D7A"/>
    <w:rsid w:val="00B84A96"/>
    <w:rsid w:val="00B97B77"/>
    <w:rsid w:val="00BA17B3"/>
    <w:rsid w:val="00BC2385"/>
    <w:rsid w:val="00BC2734"/>
    <w:rsid w:val="00BC62D7"/>
    <w:rsid w:val="00BF064F"/>
    <w:rsid w:val="00BF0E4C"/>
    <w:rsid w:val="00C0020C"/>
    <w:rsid w:val="00C04347"/>
    <w:rsid w:val="00C072BE"/>
    <w:rsid w:val="00C34030"/>
    <w:rsid w:val="00C3548C"/>
    <w:rsid w:val="00C40448"/>
    <w:rsid w:val="00C4140E"/>
    <w:rsid w:val="00C47436"/>
    <w:rsid w:val="00C4762C"/>
    <w:rsid w:val="00C50A9A"/>
    <w:rsid w:val="00C53640"/>
    <w:rsid w:val="00C61CE8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A6781"/>
    <w:rsid w:val="00DB17D9"/>
    <w:rsid w:val="00DC2830"/>
    <w:rsid w:val="00DC3F67"/>
    <w:rsid w:val="00DC5DE5"/>
    <w:rsid w:val="00DD3288"/>
    <w:rsid w:val="00DF19FF"/>
    <w:rsid w:val="00DF467B"/>
    <w:rsid w:val="00E11073"/>
    <w:rsid w:val="00E27A09"/>
    <w:rsid w:val="00E361F7"/>
    <w:rsid w:val="00E366A1"/>
    <w:rsid w:val="00E47970"/>
    <w:rsid w:val="00E6200E"/>
    <w:rsid w:val="00E73B2A"/>
    <w:rsid w:val="00E7749F"/>
    <w:rsid w:val="00EB2582"/>
    <w:rsid w:val="00EB79F8"/>
    <w:rsid w:val="00EC1493"/>
    <w:rsid w:val="00EC15EB"/>
    <w:rsid w:val="00ED092D"/>
    <w:rsid w:val="00ED26F8"/>
    <w:rsid w:val="00EE4360"/>
    <w:rsid w:val="00EE47F0"/>
    <w:rsid w:val="00EE4B09"/>
    <w:rsid w:val="00EF1105"/>
    <w:rsid w:val="00EF7F44"/>
    <w:rsid w:val="00F00DCB"/>
    <w:rsid w:val="00F227AD"/>
    <w:rsid w:val="00F35DA6"/>
    <w:rsid w:val="00F4342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97BD8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02fd0f8e-41b6-4fc7-84b4-047be0140506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bd65f290-eb1f-4d99-bd09-7594e265f6b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bbf73dbc-b7a2-4736-ae05-08ea615c99c3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861dc80b-e6f3-4a60-a24c-581afc148a1f" TargetMode="External"/><Relationship Id="rId10" Type="http://schemas.openxmlformats.org/officeDocument/2006/relationships/hyperlink" Target="mailto:maantee@transpordiamet.e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93516084-7f03-4889-bbd3-d3e40066a96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</TotalTime>
  <Pages>2</Pages>
  <Words>539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3660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4</cp:revision>
  <cp:lastPrinted>2021-06-04T12:19:00Z</cp:lastPrinted>
  <dcterms:created xsi:type="dcterms:W3CDTF">2024-10-07T13:00:00Z</dcterms:created>
  <dcterms:modified xsi:type="dcterms:W3CDTF">2024-10-07T13:04:00Z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